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3376">
        <w:rPr>
          <w:rFonts w:ascii="Arial" w:hAnsi="Arial" w:cs="Arial"/>
          <w:b/>
          <w:caps/>
          <w:sz w:val="28"/>
          <w:szCs w:val="28"/>
        </w:rPr>
        <w:t>771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933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3376">
              <w:rPr>
                <w:rFonts w:ascii="Arial" w:hAnsi="Arial" w:cs="Arial"/>
                <w:sz w:val="20"/>
                <w:szCs w:val="20"/>
              </w:rPr>
              <w:t>Solicita motonivelamento e cascalhamento da Avenida dos Escultores,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93376">
        <w:rPr>
          <w:rFonts w:ascii="Arial" w:hAnsi="Arial" w:cs="Arial"/>
        </w:rPr>
        <w:t>à realização de</w:t>
      </w:r>
      <w:r w:rsidR="00093376" w:rsidRPr="00093376">
        <w:rPr>
          <w:rFonts w:ascii="Arial" w:hAnsi="Arial" w:cs="Arial"/>
        </w:rPr>
        <w:t xml:space="preserve"> motonivelamento e cascalhamento da Avenida dos Escultores, no Conjunto 1º de Maio.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93376" w:rsidRPr="00093376" w:rsidRDefault="00093376" w:rsidP="00093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093376">
        <w:rPr>
          <w:rFonts w:ascii="Arial" w:hAnsi="Arial" w:cs="Arial"/>
        </w:rPr>
        <w:t xml:space="preserve"> a realiz</w:t>
      </w:r>
      <w:r w:rsidR="00B76A7E">
        <w:rPr>
          <w:rFonts w:ascii="Arial" w:hAnsi="Arial" w:cs="Arial"/>
        </w:rPr>
        <w:t>ação de serviços de manutenção n</w:t>
      </w:r>
      <w:bookmarkStart w:id="0" w:name="_GoBack"/>
      <w:bookmarkEnd w:id="0"/>
      <w:r w:rsidRPr="00093376">
        <w:rPr>
          <w:rFonts w:ascii="Arial" w:hAnsi="Arial" w:cs="Arial"/>
        </w:rPr>
        <w:t>a via citada, pois a mesma não tem calçamento e encontra-se em péssimo estado de conservação devido aos inúmeros buracos existentes. Fotos em anexo.</w:t>
      </w:r>
    </w:p>
    <w:p w:rsidR="00093376" w:rsidRDefault="00093376" w:rsidP="00093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3376">
        <w:rPr>
          <w:rFonts w:ascii="Arial" w:hAnsi="Arial" w:cs="Arial"/>
        </w:rPr>
        <w:t xml:space="preserve">Os moradores solicitam urgência </w:t>
      </w:r>
      <w:r>
        <w:rPr>
          <w:rFonts w:ascii="Arial" w:hAnsi="Arial" w:cs="Arial"/>
        </w:rPr>
        <w:t>na execução d</w:t>
      </w:r>
      <w:r w:rsidRPr="00093376">
        <w:rPr>
          <w:rFonts w:ascii="Arial" w:hAnsi="Arial" w:cs="Arial"/>
        </w:rPr>
        <w:t xml:space="preserve">os serviços para que consigam transitar pela via e acessar </w:t>
      </w:r>
      <w:r>
        <w:rPr>
          <w:rFonts w:ascii="Arial" w:hAnsi="Arial" w:cs="Arial"/>
        </w:rPr>
        <w:t xml:space="preserve">as </w:t>
      </w:r>
      <w:r w:rsidRPr="00093376">
        <w:rPr>
          <w:rFonts w:ascii="Arial" w:hAnsi="Arial" w:cs="Arial"/>
        </w:rPr>
        <w:t>garagens das residências, pois a situação piorou devido às fortes chuvas recentes.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93376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Pr="00A34F2C" w:rsidRDefault="0009337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93376" w:rsidRPr="00A34F2C" w:rsidRDefault="0009337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3376" w:rsidRDefault="00093376" w:rsidP="0009337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00675" cy="3943350"/>
            <wp:effectExtent l="0" t="0" r="9525" b="0"/>
            <wp:docPr id="4" name="Imagem 4" descr="20180315_103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315_10395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6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376" w:rsidRPr="00093376" w:rsidRDefault="00093376" w:rsidP="00093376">
      <w:pPr>
        <w:jc w:val="center"/>
        <w:rPr>
          <w:sz w:val="6"/>
          <w:szCs w:val="28"/>
        </w:rPr>
      </w:pPr>
    </w:p>
    <w:p w:rsidR="00093376" w:rsidRDefault="00093376" w:rsidP="00093376">
      <w:pPr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>
            <wp:extent cx="5400675" cy="3886200"/>
            <wp:effectExtent l="0" t="0" r="9525" b="0"/>
            <wp:docPr id="3" name="Imagem 3" descr="20180315_103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315_10392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67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9337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EE1" w:rsidRDefault="00105EE1">
      <w:r>
        <w:separator/>
      </w:r>
    </w:p>
  </w:endnote>
  <w:endnote w:type="continuationSeparator" w:id="0">
    <w:p w:rsidR="00105EE1" w:rsidRDefault="0010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EE1" w:rsidRDefault="00105EE1">
      <w:r>
        <w:separator/>
      </w:r>
    </w:p>
  </w:footnote>
  <w:footnote w:type="continuationSeparator" w:id="0">
    <w:p w:rsidR="00105EE1" w:rsidRDefault="0010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93376">
      <w:rPr>
        <w:rFonts w:ascii="Arial" w:hAnsi="Arial" w:cs="Arial"/>
        <w:b/>
        <w:sz w:val="20"/>
        <w:szCs w:val="20"/>
        <w:u w:val="single"/>
      </w:rPr>
      <w:t>771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93376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6A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6A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3376"/>
    <w:rsid w:val="00094490"/>
    <w:rsid w:val="000958D5"/>
    <w:rsid w:val="00097CAE"/>
    <w:rsid w:val="000F51CD"/>
    <w:rsid w:val="000F6251"/>
    <w:rsid w:val="00105EE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69A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76A7E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E3F1-803D-44E2-808F-EC3EE510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2018-03-26T14:49:00Z</dcterms:created>
  <dcterms:modified xsi:type="dcterms:W3CDTF">2018-03-26T14:54:00Z</dcterms:modified>
</cp:coreProperties>
</file>